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56859" w14:textId="77777777" w:rsidR="00BE0EA5" w:rsidRDefault="004F032E" w:rsidP="00BE0EA5">
      <w:r w:rsidRPr="004F032E">
        <w:rPr>
          <w:noProof/>
          <w:lang w:eastAsia="ko-KR"/>
        </w:rPr>
        <w:drawing>
          <wp:anchor distT="0" distB="0" distL="114300" distR="114300" simplePos="0" relativeHeight="251658240" behindDoc="0" locked="0" layoutInCell="1" allowOverlap="1" wp14:anchorId="16B730A1" wp14:editId="0CD13EB9">
            <wp:simplePos x="0" y="0"/>
            <wp:positionH relativeFrom="column">
              <wp:posOffset>3606578</wp:posOffset>
            </wp:positionH>
            <wp:positionV relativeFrom="paragraph">
              <wp:posOffset>110490</wp:posOffset>
            </wp:positionV>
            <wp:extent cx="2125576" cy="457200"/>
            <wp:effectExtent l="0" t="0" r="0" b="0"/>
            <wp:wrapNone/>
            <wp:docPr id="2" name="Image 2" descr="X:\03_Missions\05_UEFP\01_FSE\FSE_21-27\04-Docutheque\5.Communication\logos\Emblème UE_base_Mentions_Cofinancé 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03_Missions\05_UEFP\01_FSE\FSE_21-27\04-Docutheque\5.Communication\logos\Emblème UE_base_Mentions_Cofinancé Noi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39" cy="45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B0F0FB" w14:textId="77777777" w:rsidR="00AA0CD1" w:rsidRPr="00F46B45" w:rsidRDefault="00F4526C" w:rsidP="00F46B45">
      <w:pPr>
        <w:rPr>
          <w:b/>
          <w:sz w:val="24"/>
          <w:szCs w:val="24"/>
        </w:rPr>
      </w:pPr>
      <w:r w:rsidRPr="00F46B45">
        <w:rPr>
          <w:b/>
          <w:sz w:val="24"/>
          <w:szCs w:val="24"/>
          <w:highlight w:val="yellow"/>
        </w:rPr>
        <w:t>Insérer logo stru</w:t>
      </w:r>
      <w:r w:rsidR="00726224" w:rsidRPr="00F46B45">
        <w:rPr>
          <w:b/>
          <w:sz w:val="24"/>
          <w:szCs w:val="24"/>
          <w:highlight w:val="yellow"/>
        </w:rPr>
        <w:t>c</w:t>
      </w:r>
      <w:r w:rsidRPr="00F46B45">
        <w:rPr>
          <w:b/>
          <w:sz w:val="24"/>
          <w:szCs w:val="24"/>
          <w:highlight w:val="yellow"/>
        </w:rPr>
        <w:t>ture</w:t>
      </w:r>
    </w:p>
    <w:p w14:paraId="55198E12" w14:textId="77777777" w:rsidR="00AA0CD1" w:rsidRDefault="00AA0CD1" w:rsidP="00BE0EA5"/>
    <w:p w14:paraId="506C2DEB" w14:textId="77777777" w:rsidR="00AA0CD1" w:rsidRDefault="00AA0CD1" w:rsidP="00BE0EA5"/>
    <w:p w14:paraId="612A60FE" w14:textId="77777777" w:rsidR="00AA0CD1" w:rsidRPr="00F46B45" w:rsidRDefault="00F46B45" w:rsidP="00BE0EA5">
      <w:pPr>
        <w:rPr>
          <w:i/>
          <w:color w:val="FF0000"/>
        </w:rPr>
      </w:pPr>
      <w:r w:rsidRPr="00F46B45">
        <w:rPr>
          <w:i/>
          <w:color w:val="FF0000"/>
        </w:rPr>
        <w:t>En rouge et italique, aide à la rédaction à supprimer</w:t>
      </w:r>
    </w:p>
    <w:p w14:paraId="31D7DB33" w14:textId="77777777" w:rsidR="00B82B55" w:rsidRPr="00196D01" w:rsidRDefault="00B82B55" w:rsidP="00196D01"/>
    <w:p w14:paraId="4100EEB9" w14:textId="77777777" w:rsidR="00196D01" w:rsidRDefault="00196D01" w:rsidP="00196D01">
      <w:r>
        <w:tab/>
      </w:r>
    </w:p>
    <w:p w14:paraId="5BD2F5B7" w14:textId="77777777" w:rsidR="00196D01" w:rsidRPr="00A832E9" w:rsidRDefault="00196D01" w:rsidP="00196D01">
      <w:pPr>
        <w:jc w:val="center"/>
        <w:rPr>
          <w:b/>
          <w:sz w:val="28"/>
          <w:szCs w:val="28"/>
        </w:rPr>
      </w:pPr>
      <w:r w:rsidRPr="00A832E9">
        <w:rPr>
          <w:b/>
          <w:sz w:val="28"/>
          <w:szCs w:val="28"/>
        </w:rPr>
        <w:t>LETTRE DE MISSION</w:t>
      </w:r>
    </w:p>
    <w:p w14:paraId="47294466" w14:textId="77777777" w:rsidR="00196D01" w:rsidRDefault="00196D01" w:rsidP="00196D01">
      <w:pPr>
        <w:jc w:val="center"/>
      </w:pPr>
    </w:p>
    <w:p w14:paraId="1531CB82" w14:textId="77777777" w:rsidR="00196D01" w:rsidRPr="00077CDA" w:rsidRDefault="00196D01" w:rsidP="00196D01">
      <w:pPr>
        <w:jc w:val="both"/>
        <w:rPr>
          <w:sz w:val="22"/>
          <w:szCs w:val="22"/>
        </w:rPr>
      </w:pPr>
    </w:p>
    <w:p w14:paraId="3258F486" w14:textId="77777777" w:rsidR="00196D01" w:rsidRPr="00077CDA" w:rsidRDefault="00196D01" w:rsidP="00196D01">
      <w:pPr>
        <w:jc w:val="both"/>
        <w:rPr>
          <w:sz w:val="22"/>
          <w:szCs w:val="22"/>
        </w:rPr>
      </w:pPr>
      <w:r w:rsidRPr="00077CDA">
        <w:rPr>
          <w:sz w:val="22"/>
          <w:szCs w:val="22"/>
        </w:rPr>
        <w:t>Par la présente,</w:t>
      </w:r>
    </w:p>
    <w:p w14:paraId="19A9784C" w14:textId="77777777" w:rsidR="00196D01" w:rsidRPr="00077CDA" w:rsidRDefault="00196D01" w:rsidP="00196D01">
      <w:pPr>
        <w:jc w:val="both"/>
        <w:rPr>
          <w:sz w:val="22"/>
          <w:szCs w:val="22"/>
        </w:rPr>
      </w:pPr>
    </w:p>
    <w:p w14:paraId="1578B741" w14:textId="77777777" w:rsidR="00196D01" w:rsidRPr="00077CDA" w:rsidRDefault="00196D01" w:rsidP="00196D01">
      <w:pPr>
        <w:jc w:val="both"/>
        <w:rPr>
          <w:sz w:val="22"/>
          <w:szCs w:val="22"/>
        </w:rPr>
      </w:pPr>
      <w:r w:rsidRPr="00077CDA">
        <w:rPr>
          <w:sz w:val="22"/>
          <w:szCs w:val="22"/>
        </w:rPr>
        <w:t>Dans le cadre de l’opération n</w:t>
      </w:r>
      <w:r w:rsidRPr="00077CDA">
        <w:rPr>
          <w:sz w:val="22"/>
          <w:szCs w:val="22"/>
          <w:highlight w:val="yellow"/>
        </w:rPr>
        <w:t>°………</w:t>
      </w:r>
      <w:proofErr w:type="gramStart"/>
      <w:r w:rsidRPr="00077CDA">
        <w:rPr>
          <w:sz w:val="22"/>
          <w:szCs w:val="22"/>
          <w:highlight w:val="yellow"/>
        </w:rPr>
        <w:t>…….</w:t>
      </w:r>
      <w:proofErr w:type="gramEnd"/>
      <w:r w:rsidRPr="00077CDA">
        <w:rPr>
          <w:sz w:val="22"/>
          <w:szCs w:val="22"/>
          <w:highlight w:val="yellow"/>
        </w:rPr>
        <w:t>,</w:t>
      </w:r>
      <w:r w:rsidRPr="00077CDA">
        <w:rPr>
          <w:sz w:val="22"/>
          <w:szCs w:val="22"/>
        </w:rPr>
        <w:t xml:space="preserve"> intitulée </w:t>
      </w:r>
      <w:r w:rsidRPr="00077CDA">
        <w:rPr>
          <w:sz w:val="22"/>
          <w:szCs w:val="22"/>
          <w:highlight w:val="yellow"/>
        </w:rPr>
        <w:t>……………………….</w:t>
      </w:r>
    </w:p>
    <w:p w14:paraId="531B0291" w14:textId="77777777" w:rsidR="00196D01" w:rsidRPr="00077CDA" w:rsidRDefault="00196D01" w:rsidP="00196D01">
      <w:pPr>
        <w:jc w:val="both"/>
        <w:rPr>
          <w:sz w:val="22"/>
          <w:szCs w:val="22"/>
        </w:rPr>
      </w:pPr>
      <w:r w:rsidRPr="00077CDA">
        <w:rPr>
          <w:sz w:val="22"/>
          <w:szCs w:val="22"/>
        </w:rPr>
        <w:t xml:space="preserve"> </w:t>
      </w:r>
      <w:r w:rsidR="00B91403" w:rsidRPr="00077CDA">
        <w:rPr>
          <w:sz w:val="22"/>
          <w:szCs w:val="22"/>
        </w:rPr>
        <w:t xml:space="preserve">Se déroulant sur </w:t>
      </w:r>
      <w:r w:rsidRPr="00077CDA">
        <w:rPr>
          <w:sz w:val="22"/>
          <w:szCs w:val="22"/>
        </w:rPr>
        <w:t xml:space="preserve">la période du </w:t>
      </w:r>
      <w:r w:rsidRPr="00077CDA">
        <w:rPr>
          <w:sz w:val="22"/>
          <w:szCs w:val="22"/>
          <w:highlight w:val="yellow"/>
        </w:rPr>
        <w:t>………………………</w:t>
      </w:r>
      <w:r w:rsidRPr="00077CDA">
        <w:rPr>
          <w:sz w:val="22"/>
          <w:szCs w:val="22"/>
        </w:rPr>
        <w:t xml:space="preserve">. </w:t>
      </w:r>
      <w:proofErr w:type="gramStart"/>
      <w:r w:rsidR="00077CDA">
        <w:rPr>
          <w:sz w:val="22"/>
          <w:szCs w:val="22"/>
        </w:rPr>
        <w:t>a</w:t>
      </w:r>
      <w:r w:rsidRPr="00077CDA">
        <w:rPr>
          <w:sz w:val="22"/>
          <w:szCs w:val="22"/>
        </w:rPr>
        <w:t>u</w:t>
      </w:r>
      <w:proofErr w:type="gramEnd"/>
      <w:r w:rsidRPr="00077CDA">
        <w:rPr>
          <w:sz w:val="22"/>
          <w:szCs w:val="22"/>
        </w:rPr>
        <w:t xml:space="preserve"> …</w:t>
      </w:r>
      <w:r w:rsidRPr="00077CDA">
        <w:rPr>
          <w:sz w:val="22"/>
          <w:szCs w:val="22"/>
          <w:highlight w:val="yellow"/>
        </w:rPr>
        <w:t>………………</w:t>
      </w:r>
      <w:r w:rsidRPr="00077CDA">
        <w:rPr>
          <w:sz w:val="22"/>
          <w:szCs w:val="22"/>
        </w:rPr>
        <w:t>, cofinancée par le Fonds social européen</w:t>
      </w:r>
      <w:r w:rsidR="000814FE" w:rsidRPr="00077CDA">
        <w:rPr>
          <w:sz w:val="22"/>
          <w:szCs w:val="22"/>
        </w:rPr>
        <w:t xml:space="preserve"> </w:t>
      </w:r>
      <w:r w:rsidR="00F46B45">
        <w:rPr>
          <w:sz w:val="22"/>
          <w:szCs w:val="22"/>
        </w:rPr>
        <w:t xml:space="preserve">plus (FSE+) </w:t>
      </w:r>
      <w:r w:rsidR="000814FE" w:rsidRPr="00077CDA">
        <w:rPr>
          <w:sz w:val="22"/>
          <w:szCs w:val="22"/>
        </w:rPr>
        <w:t xml:space="preserve">dans le cadre du </w:t>
      </w:r>
      <w:r w:rsidR="00F46B45" w:rsidRPr="00F46B45">
        <w:rPr>
          <w:sz w:val="22"/>
          <w:szCs w:val="22"/>
        </w:rPr>
        <w:t>Programme national FSE+ "Emploi, Inclusion, Jeunesse et Compétences" 2021-2027</w:t>
      </w:r>
      <w:r w:rsidR="000814FE" w:rsidRPr="00077CDA">
        <w:rPr>
          <w:sz w:val="22"/>
          <w:szCs w:val="22"/>
        </w:rPr>
        <w:t>,</w:t>
      </w:r>
    </w:p>
    <w:p w14:paraId="4E3E593B" w14:textId="77777777" w:rsidR="00196D01" w:rsidRPr="00077CDA" w:rsidRDefault="00196D01" w:rsidP="00196D01">
      <w:pPr>
        <w:jc w:val="both"/>
        <w:rPr>
          <w:sz w:val="22"/>
          <w:szCs w:val="22"/>
        </w:rPr>
      </w:pPr>
    </w:p>
    <w:p w14:paraId="48F1FD22" w14:textId="77777777" w:rsidR="00196D01" w:rsidRPr="00077CDA" w:rsidRDefault="00726224" w:rsidP="00196D01">
      <w:pPr>
        <w:jc w:val="both"/>
        <w:rPr>
          <w:sz w:val="22"/>
          <w:szCs w:val="22"/>
        </w:rPr>
      </w:pPr>
      <w:r w:rsidRPr="00077CDA">
        <w:rPr>
          <w:sz w:val="22"/>
          <w:szCs w:val="22"/>
        </w:rPr>
        <w:t>L’association</w:t>
      </w:r>
      <w:r w:rsidR="00196D01" w:rsidRPr="00077CDA">
        <w:rPr>
          <w:sz w:val="22"/>
          <w:szCs w:val="22"/>
        </w:rPr>
        <w:t xml:space="preserve">/ entreprise </w:t>
      </w:r>
      <w:r w:rsidR="00196D01" w:rsidRPr="00077CDA">
        <w:rPr>
          <w:sz w:val="22"/>
          <w:szCs w:val="22"/>
          <w:highlight w:val="yellow"/>
        </w:rPr>
        <w:t>………………………………</w:t>
      </w:r>
      <w:r w:rsidR="00196D01" w:rsidRPr="00077CDA">
        <w:rPr>
          <w:sz w:val="22"/>
          <w:szCs w:val="22"/>
        </w:rPr>
        <w:t xml:space="preserve">. </w:t>
      </w:r>
      <w:proofErr w:type="gramStart"/>
      <w:r w:rsidR="00196D01" w:rsidRPr="00077CDA">
        <w:rPr>
          <w:sz w:val="22"/>
          <w:szCs w:val="22"/>
        </w:rPr>
        <w:t>confie</w:t>
      </w:r>
      <w:proofErr w:type="gramEnd"/>
      <w:r w:rsidR="00196D01" w:rsidRPr="00077CDA">
        <w:rPr>
          <w:sz w:val="22"/>
          <w:szCs w:val="22"/>
        </w:rPr>
        <w:t xml:space="preserve"> à …</w:t>
      </w:r>
      <w:r w:rsidR="00196D01" w:rsidRPr="00077CDA">
        <w:rPr>
          <w:sz w:val="22"/>
          <w:szCs w:val="22"/>
          <w:highlight w:val="yellow"/>
        </w:rPr>
        <w:t>………………………………</w:t>
      </w:r>
      <w:r w:rsidR="00196D01" w:rsidRPr="00077CDA">
        <w:rPr>
          <w:sz w:val="22"/>
          <w:szCs w:val="22"/>
        </w:rPr>
        <w:t xml:space="preserve">., </w:t>
      </w:r>
      <w:r w:rsidR="00196D01" w:rsidRPr="00077CDA">
        <w:rPr>
          <w:sz w:val="22"/>
          <w:szCs w:val="22"/>
          <w:highlight w:val="yellow"/>
        </w:rPr>
        <w:t>poste</w:t>
      </w:r>
      <w:r w:rsidR="00196D01" w:rsidRPr="00077CDA">
        <w:rPr>
          <w:sz w:val="22"/>
          <w:szCs w:val="22"/>
        </w:rPr>
        <w:t xml:space="preserve">, </w:t>
      </w:r>
    </w:p>
    <w:p w14:paraId="0688CCE2" w14:textId="77777777" w:rsidR="00196D01" w:rsidRPr="00077CDA" w:rsidRDefault="00196D01" w:rsidP="00196D01">
      <w:pPr>
        <w:jc w:val="both"/>
        <w:rPr>
          <w:sz w:val="22"/>
          <w:szCs w:val="22"/>
        </w:rPr>
      </w:pPr>
      <w:proofErr w:type="gramStart"/>
      <w:r w:rsidRPr="00077CDA">
        <w:rPr>
          <w:sz w:val="22"/>
          <w:szCs w:val="22"/>
        </w:rPr>
        <w:t>les</w:t>
      </w:r>
      <w:proofErr w:type="gramEnd"/>
      <w:r w:rsidRPr="00077CDA">
        <w:rPr>
          <w:sz w:val="22"/>
          <w:szCs w:val="22"/>
        </w:rPr>
        <w:t xml:space="preserve"> missions suivantes</w:t>
      </w:r>
      <w:r w:rsidR="00077CDA">
        <w:rPr>
          <w:sz w:val="22"/>
          <w:szCs w:val="22"/>
        </w:rPr>
        <w:t>.</w:t>
      </w:r>
    </w:p>
    <w:p w14:paraId="4928B12C" w14:textId="77777777" w:rsidR="00196D01" w:rsidRPr="00077CDA" w:rsidRDefault="00196D01" w:rsidP="00196D01">
      <w:pPr>
        <w:jc w:val="both"/>
        <w:rPr>
          <w:sz w:val="22"/>
          <w:szCs w:val="22"/>
        </w:rPr>
      </w:pPr>
    </w:p>
    <w:p w14:paraId="3921D23B" w14:textId="77777777" w:rsidR="00196D01" w:rsidRPr="00726224" w:rsidRDefault="00196D01" w:rsidP="00196D01">
      <w:pPr>
        <w:jc w:val="both"/>
        <w:rPr>
          <w:b/>
          <w:sz w:val="22"/>
          <w:szCs w:val="22"/>
          <w:u w:val="single"/>
        </w:rPr>
      </w:pPr>
      <w:r w:rsidRPr="00726224">
        <w:rPr>
          <w:b/>
          <w:sz w:val="22"/>
          <w:szCs w:val="22"/>
          <w:u w:val="single"/>
        </w:rPr>
        <w:t>Missions</w:t>
      </w:r>
    </w:p>
    <w:p w14:paraId="618AF4D4" w14:textId="77777777" w:rsidR="00196D01" w:rsidRPr="00077CDA" w:rsidRDefault="00196D01" w:rsidP="00196D01">
      <w:pPr>
        <w:jc w:val="both"/>
        <w:rPr>
          <w:sz w:val="22"/>
          <w:szCs w:val="22"/>
        </w:rPr>
      </w:pPr>
      <w:r w:rsidRPr="00077CDA">
        <w:rPr>
          <w:sz w:val="22"/>
          <w:szCs w:val="22"/>
        </w:rPr>
        <w:t>-</w:t>
      </w:r>
    </w:p>
    <w:p w14:paraId="2ADF493A" w14:textId="77777777" w:rsidR="00196D01" w:rsidRPr="00077CDA" w:rsidRDefault="00196D01" w:rsidP="00196D01">
      <w:pPr>
        <w:jc w:val="both"/>
        <w:rPr>
          <w:sz w:val="22"/>
          <w:szCs w:val="22"/>
        </w:rPr>
      </w:pPr>
      <w:r w:rsidRPr="00077CDA">
        <w:rPr>
          <w:sz w:val="22"/>
          <w:szCs w:val="22"/>
        </w:rPr>
        <w:t>-</w:t>
      </w:r>
    </w:p>
    <w:p w14:paraId="5308F23D" w14:textId="77777777" w:rsidR="00077CDA" w:rsidRDefault="00196D01" w:rsidP="00196D01">
      <w:pPr>
        <w:jc w:val="both"/>
        <w:rPr>
          <w:sz w:val="22"/>
          <w:szCs w:val="22"/>
        </w:rPr>
      </w:pPr>
      <w:r w:rsidRPr="00077CDA">
        <w:rPr>
          <w:sz w:val="22"/>
          <w:szCs w:val="22"/>
        </w:rPr>
        <w:t>-</w:t>
      </w:r>
    </w:p>
    <w:p w14:paraId="1941E288" w14:textId="77777777" w:rsidR="00077CDA" w:rsidRPr="00077CDA" w:rsidRDefault="00077CDA" w:rsidP="00196D01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</w:p>
    <w:p w14:paraId="0F9C431E" w14:textId="77777777" w:rsidR="00196D01" w:rsidRPr="00077CDA" w:rsidRDefault="00196D01" w:rsidP="00196D01">
      <w:pPr>
        <w:jc w:val="both"/>
        <w:rPr>
          <w:sz w:val="22"/>
          <w:szCs w:val="22"/>
        </w:rPr>
      </w:pPr>
    </w:p>
    <w:p w14:paraId="78C782DA" w14:textId="46CEE859" w:rsidR="00196D01" w:rsidRPr="00726224" w:rsidRDefault="00196D01" w:rsidP="00196D01">
      <w:pPr>
        <w:jc w:val="both"/>
        <w:rPr>
          <w:b/>
          <w:sz w:val="22"/>
          <w:szCs w:val="22"/>
          <w:u w:val="single"/>
        </w:rPr>
      </w:pPr>
      <w:r w:rsidRPr="00726224">
        <w:rPr>
          <w:b/>
          <w:sz w:val="22"/>
          <w:szCs w:val="22"/>
          <w:u w:val="single"/>
        </w:rPr>
        <w:t>Temps de travail total et temps affecté à l’opération</w:t>
      </w:r>
    </w:p>
    <w:p w14:paraId="18F3E4CD" w14:textId="77777777" w:rsidR="00B457C1" w:rsidRPr="00B457C1" w:rsidRDefault="00B457C1" w:rsidP="00196D01">
      <w:pPr>
        <w:jc w:val="both"/>
        <w:rPr>
          <w:i/>
          <w:sz w:val="22"/>
          <w:szCs w:val="22"/>
        </w:rPr>
      </w:pPr>
      <w:proofErr w:type="gramStart"/>
      <w:r w:rsidRPr="00B457C1">
        <w:rPr>
          <w:i/>
          <w:sz w:val="22"/>
          <w:szCs w:val="22"/>
        </w:rPr>
        <w:t>cocher</w:t>
      </w:r>
      <w:proofErr w:type="gramEnd"/>
      <w:r w:rsidRPr="00B457C1">
        <w:rPr>
          <w:i/>
          <w:sz w:val="22"/>
          <w:szCs w:val="22"/>
        </w:rPr>
        <w:t xml:space="preserve"> la case correspondante</w:t>
      </w:r>
      <w:r>
        <w:rPr>
          <w:i/>
          <w:sz w:val="22"/>
          <w:szCs w:val="22"/>
        </w:rPr>
        <w:t xml:space="preserve"> </w:t>
      </w:r>
      <w:r w:rsidR="00E91B47">
        <w:rPr>
          <w:i/>
          <w:sz w:val="22"/>
          <w:szCs w:val="22"/>
        </w:rPr>
        <w:t>et supprimer les paragraphes inutiles</w:t>
      </w:r>
    </w:p>
    <w:p w14:paraId="5F9D4CD6" w14:textId="77777777" w:rsidR="00196D01" w:rsidRPr="00077CDA" w:rsidRDefault="00196D01" w:rsidP="00196D01">
      <w:pPr>
        <w:jc w:val="both"/>
        <w:rPr>
          <w:sz w:val="22"/>
          <w:szCs w:val="22"/>
        </w:rPr>
      </w:pPr>
    </w:p>
    <w:p w14:paraId="309988B5" w14:textId="16EBA00A" w:rsidR="00B457C1" w:rsidRPr="00F774F6" w:rsidRDefault="00B457C1" w:rsidP="00726224">
      <w:pPr>
        <w:ind w:firstLine="708"/>
        <w:rPr>
          <w:b/>
          <w:sz w:val="22"/>
          <w:szCs w:val="22"/>
        </w:rPr>
      </w:pPr>
      <w:r w:rsidRPr="00F774F6">
        <w:rPr>
          <w:b/>
          <w:sz w:val="22"/>
          <w:szCs w:val="22"/>
        </w:rPr>
        <w:sym w:font="Wingdings" w:char="F06F"/>
      </w:r>
      <w:r w:rsidRPr="00F774F6">
        <w:rPr>
          <w:b/>
          <w:sz w:val="22"/>
          <w:szCs w:val="22"/>
        </w:rPr>
        <w:t xml:space="preserve"> Salarié(e) </w:t>
      </w:r>
      <w:r w:rsidR="00165EF9" w:rsidRPr="00165EF9">
        <w:rPr>
          <w:b/>
          <w:sz w:val="22"/>
          <w:szCs w:val="22"/>
        </w:rPr>
        <w:t xml:space="preserve">affectés à 100 % ou à temps </w:t>
      </w:r>
      <w:proofErr w:type="spellStart"/>
      <w:r w:rsidR="00165EF9" w:rsidRPr="00165EF9">
        <w:rPr>
          <w:b/>
          <w:sz w:val="22"/>
          <w:szCs w:val="22"/>
        </w:rPr>
        <w:t>pré-déterminé</w:t>
      </w:r>
      <w:proofErr w:type="spellEnd"/>
      <w:r w:rsidR="00165EF9" w:rsidRPr="00165EF9">
        <w:rPr>
          <w:b/>
          <w:sz w:val="22"/>
          <w:szCs w:val="22"/>
        </w:rPr>
        <w:t xml:space="preserve"> par mois sur</w:t>
      </w:r>
      <w:r w:rsidR="00165EF9" w:rsidRPr="00165EF9">
        <w:rPr>
          <w:b/>
          <w:sz w:val="22"/>
          <w:szCs w:val="22"/>
        </w:rPr>
        <w:t xml:space="preserve"> </w:t>
      </w:r>
      <w:r w:rsidRPr="00F774F6">
        <w:rPr>
          <w:b/>
          <w:sz w:val="22"/>
          <w:szCs w:val="22"/>
        </w:rPr>
        <w:t>l’opération FSE</w:t>
      </w:r>
      <w:r w:rsidR="00165EF9">
        <w:rPr>
          <w:b/>
          <w:sz w:val="22"/>
          <w:szCs w:val="22"/>
        </w:rPr>
        <w:t>+</w:t>
      </w:r>
    </w:p>
    <w:p w14:paraId="4BBD050B" w14:textId="1CB7140C" w:rsidR="00165EF9" w:rsidRPr="00165EF9" w:rsidRDefault="0032624F" w:rsidP="00726224">
      <w:pPr>
        <w:ind w:firstLine="708"/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C</w:t>
      </w:r>
      <w:r w:rsidR="00165EF9">
        <w:rPr>
          <w:i/>
          <w:iCs/>
          <w:color w:val="FF0000"/>
          <w:sz w:val="22"/>
          <w:szCs w:val="22"/>
        </w:rPr>
        <w:t>hoisir</w:t>
      </w:r>
      <w:r w:rsidR="00165EF9" w:rsidRPr="00165EF9">
        <w:rPr>
          <w:i/>
          <w:iCs/>
          <w:color w:val="FF0000"/>
          <w:sz w:val="22"/>
          <w:szCs w:val="22"/>
        </w:rPr>
        <w:t xml:space="preserve"> une des 2 options suivantes</w:t>
      </w:r>
      <w:r w:rsidR="00165EF9">
        <w:rPr>
          <w:i/>
          <w:iCs/>
          <w:color w:val="FF0000"/>
          <w:sz w:val="22"/>
          <w:szCs w:val="22"/>
        </w:rPr>
        <w:t xml:space="preserve"> et supprimer l’autre</w:t>
      </w:r>
    </w:p>
    <w:p w14:paraId="0D1E4EDD" w14:textId="0B107C6B" w:rsidR="00196D01" w:rsidRPr="00165EF9" w:rsidRDefault="003668D1" w:rsidP="00165EF9">
      <w:pPr>
        <w:pStyle w:val="Paragraphedeliste"/>
        <w:numPr>
          <w:ilvl w:val="0"/>
          <w:numId w:val="7"/>
        </w:numPr>
        <w:jc w:val="both"/>
        <w:rPr>
          <w:sz w:val="22"/>
          <w:szCs w:val="22"/>
        </w:rPr>
      </w:pPr>
      <w:r w:rsidRPr="00165EF9">
        <w:rPr>
          <w:sz w:val="22"/>
          <w:szCs w:val="22"/>
        </w:rPr>
        <w:t xml:space="preserve">L’agent effectue un temps de travail de </w:t>
      </w:r>
      <w:r w:rsidR="00165E65" w:rsidRPr="00165EF9">
        <w:rPr>
          <w:sz w:val="22"/>
          <w:szCs w:val="22"/>
          <w:highlight w:val="yellow"/>
        </w:rPr>
        <w:t>X</w:t>
      </w:r>
      <w:r w:rsidRPr="00165EF9">
        <w:rPr>
          <w:sz w:val="22"/>
          <w:szCs w:val="22"/>
        </w:rPr>
        <w:t xml:space="preserve"> ETP soit</w:t>
      </w:r>
      <w:r w:rsidR="00165E65" w:rsidRPr="00165EF9">
        <w:rPr>
          <w:sz w:val="22"/>
          <w:szCs w:val="22"/>
        </w:rPr>
        <w:t xml:space="preserve"> </w:t>
      </w:r>
      <w:r w:rsidR="00165E65" w:rsidRPr="00165EF9">
        <w:rPr>
          <w:sz w:val="22"/>
          <w:szCs w:val="22"/>
          <w:highlight w:val="yellow"/>
        </w:rPr>
        <w:t xml:space="preserve">X heures par </w:t>
      </w:r>
      <w:r w:rsidR="00165EF9" w:rsidRPr="00165EF9">
        <w:rPr>
          <w:sz w:val="22"/>
          <w:szCs w:val="22"/>
        </w:rPr>
        <w:t>mois consacrées</w:t>
      </w:r>
      <w:r w:rsidR="00165E65" w:rsidRPr="00165EF9">
        <w:rPr>
          <w:sz w:val="22"/>
          <w:szCs w:val="22"/>
        </w:rPr>
        <w:t xml:space="preserve"> </w:t>
      </w:r>
      <w:r w:rsidR="004E135E" w:rsidRPr="0032624F">
        <w:rPr>
          <w:b/>
          <w:bCs/>
          <w:sz w:val="22"/>
          <w:szCs w:val="22"/>
        </w:rPr>
        <w:t>en totalité</w:t>
      </w:r>
      <w:r w:rsidR="004E135E" w:rsidRPr="00165EF9">
        <w:rPr>
          <w:sz w:val="22"/>
          <w:szCs w:val="22"/>
        </w:rPr>
        <w:t xml:space="preserve"> </w:t>
      </w:r>
      <w:r w:rsidR="00165EF9" w:rsidRPr="00165EF9">
        <w:rPr>
          <w:sz w:val="22"/>
          <w:szCs w:val="22"/>
        </w:rPr>
        <w:t>à</w:t>
      </w:r>
      <w:r w:rsidR="004E135E" w:rsidRPr="00165EF9">
        <w:rPr>
          <w:sz w:val="22"/>
          <w:szCs w:val="22"/>
        </w:rPr>
        <w:t xml:space="preserve"> l’opération.</w:t>
      </w:r>
    </w:p>
    <w:p w14:paraId="1281DA8F" w14:textId="77777777" w:rsidR="00165EF9" w:rsidRDefault="00165EF9" w:rsidP="00165EF9">
      <w:pPr>
        <w:jc w:val="both"/>
        <w:rPr>
          <w:sz w:val="22"/>
          <w:szCs w:val="22"/>
        </w:rPr>
      </w:pPr>
    </w:p>
    <w:p w14:paraId="1BC8C350" w14:textId="1A688474" w:rsidR="00165EF9" w:rsidRPr="00165EF9" w:rsidRDefault="00165EF9" w:rsidP="00165EF9">
      <w:pPr>
        <w:pStyle w:val="Paragraphedeliste"/>
        <w:numPr>
          <w:ilvl w:val="0"/>
          <w:numId w:val="7"/>
        </w:numPr>
        <w:jc w:val="both"/>
        <w:rPr>
          <w:sz w:val="22"/>
          <w:szCs w:val="22"/>
        </w:rPr>
      </w:pPr>
      <w:r w:rsidRPr="00165EF9">
        <w:rPr>
          <w:sz w:val="22"/>
          <w:szCs w:val="22"/>
        </w:rPr>
        <w:t xml:space="preserve">L’agent </w:t>
      </w:r>
      <w:r w:rsidRPr="00165EF9">
        <w:rPr>
          <w:sz w:val="22"/>
          <w:szCs w:val="22"/>
        </w:rPr>
        <w:t xml:space="preserve">effectue un temps de travail de </w:t>
      </w:r>
      <w:r w:rsidRPr="00165EF9">
        <w:rPr>
          <w:sz w:val="22"/>
          <w:szCs w:val="22"/>
          <w:highlight w:val="yellow"/>
        </w:rPr>
        <w:t>X</w:t>
      </w:r>
      <w:r w:rsidRPr="00165EF9">
        <w:rPr>
          <w:sz w:val="22"/>
          <w:szCs w:val="22"/>
        </w:rPr>
        <w:t xml:space="preserve"> ETP soit </w:t>
      </w:r>
      <w:r w:rsidRPr="00165EF9">
        <w:rPr>
          <w:sz w:val="22"/>
          <w:szCs w:val="22"/>
          <w:highlight w:val="yellow"/>
        </w:rPr>
        <w:t xml:space="preserve">X heures par </w:t>
      </w:r>
      <w:r w:rsidRPr="00165EF9">
        <w:rPr>
          <w:sz w:val="22"/>
          <w:szCs w:val="22"/>
        </w:rPr>
        <w:t>mois</w:t>
      </w:r>
      <w:r w:rsidRPr="00165EF9">
        <w:rPr>
          <w:sz w:val="22"/>
          <w:szCs w:val="22"/>
        </w:rPr>
        <w:t xml:space="preserve">. Il en consacre </w:t>
      </w:r>
      <w:r w:rsidRPr="00165EF9">
        <w:rPr>
          <w:sz w:val="22"/>
          <w:szCs w:val="22"/>
          <w:u w:val="single"/>
        </w:rPr>
        <w:t>mensuellement</w:t>
      </w:r>
      <w:r w:rsidRPr="00165EF9">
        <w:rPr>
          <w:sz w:val="22"/>
          <w:szCs w:val="22"/>
        </w:rPr>
        <w:t xml:space="preserve"> </w:t>
      </w:r>
      <w:r w:rsidRPr="00165EF9">
        <w:rPr>
          <w:sz w:val="22"/>
          <w:szCs w:val="22"/>
          <w:highlight w:val="yellow"/>
        </w:rPr>
        <w:t>…</w:t>
      </w:r>
      <w:r w:rsidRPr="00165EF9">
        <w:rPr>
          <w:sz w:val="22"/>
          <w:szCs w:val="22"/>
        </w:rPr>
        <w:t xml:space="preserve"> % à l’opération.</w:t>
      </w:r>
      <w:r w:rsidRPr="00165EF9">
        <w:rPr>
          <w:sz w:val="22"/>
          <w:szCs w:val="22"/>
        </w:rPr>
        <w:t xml:space="preserve"> </w:t>
      </w:r>
      <w:r w:rsidRPr="00165EF9">
        <w:rPr>
          <w:b/>
          <w:i/>
          <w:color w:val="FF0000"/>
        </w:rPr>
        <w:t>(Ce temps fixe doit avoir été validé lors de l’instruction de la demande de subvention ou par un avenant</w:t>
      </w:r>
      <w:r w:rsidRPr="00165EF9">
        <w:rPr>
          <w:b/>
          <w:color w:val="FF0000"/>
        </w:rPr>
        <w:t>)</w:t>
      </w:r>
    </w:p>
    <w:p w14:paraId="504D9B7A" w14:textId="4C526A31" w:rsidR="00165EF9" w:rsidRDefault="00165EF9" w:rsidP="00726224">
      <w:pPr>
        <w:ind w:firstLine="708"/>
        <w:jc w:val="both"/>
        <w:rPr>
          <w:sz w:val="22"/>
          <w:szCs w:val="22"/>
        </w:rPr>
      </w:pPr>
    </w:p>
    <w:p w14:paraId="5EC43638" w14:textId="77777777" w:rsidR="004B1EA5" w:rsidRDefault="004B1EA5" w:rsidP="00726224">
      <w:pPr>
        <w:ind w:firstLine="708"/>
        <w:jc w:val="both"/>
        <w:rPr>
          <w:sz w:val="22"/>
          <w:szCs w:val="22"/>
        </w:rPr>
      </w:pPr>
      <w:r w:rsidRPr="00077CDA">
        <w:rPr>
          <w:sz w:val="22"/>
          <w:szCs w:val="22"/>
        </w:rPr>
        <w:t xml:space="preserve">L’agent est affecté </w:t>
      </w:r>
      <w:r w:rsidR="00B91403" w:rsidRPr="00077CDA">
        <w:rPr>
          <w:sz w:val="22"/>
          <w:szCs w:val="22"/>
        </w:rPr>
        <w:t>sur</w:t>
      </w:r>
      <w:r w:rsidRPr="00077CDA">
        <w:rPr>
          <w:sz w:val="22"/>
          <w:szCs w:val="22"/>
        </w:rPr>
        <w:t xml:space="preserve"> l’opération du </w:t>
      </w:r>
      <w:r w:rsidRPr="00077CDA">
        <w:rPr>
          <w:sz w:val="22"/>
          <w:szCs w:val="22"/>
          <w:highlight w:val="yellow"/>
        </w:rPr>
        <w:t>…………… au …………</w:t>
      </w:r>
      <w:proofErr w:type="gramStart"/>
      <w:r w:rsidRPr="00077CDA">
        <w:rPr>
          <w:sz w:val="22"/>
          <w:szCs w:val="22"/>
          <w:highlight w:val="yellow"/>
        </w:rPr>
        <w:t>…….</w:t>
      </w:r>
      <w:proofErr w:type="gramEnd"/>
      <w:r w:rsidRPr="00077CDA">
        <w:rPr>
          <w:sz w:val="22"/>
          <w:szCs w:val="22"/>
          <w:highlight w:val="yellow"/>
        </w:rPr>
        <w:t>.</w:t>
      </w:r>
      <w:r w:rsidR="00F46B45">
        <w:rPr>
          <w:sz w:val="22"/>
          <w:szCs w:val="22"/>
        </w:rPr>
        <w:t xml:space="preserve"> </w:t>
      </w:r>
      <w:r w:rsidR="00F46B45" w:rsidRPr="00F46B45">
        <w:rPr>
          <w:i/>
          <w:color w:val="FF0000"/>
          <w:sz w:val="22"/>
          <w:szCs w:val="22"/>
        </w:rPr>
        <w:t>(</w:t>
      </w:r>
      <w:proofErr w:type="gramStart"/>
      <w:r w:rsidR="00F46B45" w:rsidRPr="00F46B45">
        <w:rPr>
          <w:i/>
          <w:color w:val="FF0000"/>
          <w:sz w:val="22"/>
          <w:szCs w:val="22"/>
        </w:rPr>
        <w:t>si</w:t>
      </w:r>
      <w:proofErr w:type="gramEnd"/>
      <w:r w:rsidR="00F46B45" w:rsidRPr="00F46B45">
        <w:rPr>
          <w:i/>
          <w:color w:val="FF0000"/>
          <w:sz w:val="22"/>
          <w:szCs w:val="22"/>
        </w:rPr>
        <w:t xml:space="preserve"> opération pluriannuelle, mettre la durée de l’opération</w:t>
      </w:r>
      <w:r w:rsidR="00F46B45">
        <w:rPr>
          <w:i/>
          <w:color w:val="FF0000"/>
          <w:sz w:val="22"/>
          <w:szCs w:val="22"/>
        </w:rPr>
        <w:t>, pas besoin de renouveler la lettre de mission chaque année</w:t>
      </w:r>
      <w:r w:rsidR="00F46B45" w:rsidRPr="00F46B45">
        <w:rPr>
          <w:i/>
          <w:color w:val="FF0000"/>
          <w:sz w:val="22"/>
          <w:szCs w:val="22"/>
        </w:rPr>
        <w:t>)</w:t>
      </w:r>
    </w:p>
    <w:p w14:paraId="2BC590E1" w14:textId="77777777" w:rsidR="009C00E3" w:rsidRDefault="009C00E3" w:rsidP="00196D01">
      <w:pPr>
        <w:jc w:val="both"/>
        <w:rPr>
          <w:sz w:val="22"/>
          <w:szCs w:val="22"/>
        </w:rPr>
      </w:pPr>
    </w:p>
    <w:p w14:paraId="56C88D0A" w14:textId="77777777" w:rsidR="00AF19A6" w:rsidRDefault="00AF19A6" w:rsidP="00196D01">
      <w:pPr>
        <w:jc w:val="both"/>
        <w:rPr>
          <w:sz w:val="22"/>
          <w:szCs w:val="22"/>
        </w:rPr>
      </w:pPr>
    </w:p>
    <w:p w14:paraId="66D7AEA5" w14:textId="11A3D3A3" w:rsidR="00B457C1" w:rsidRPr="00F774F6" w:rsidRDefault="00B457C1" w:rsidP="00726224">
      <w:pPr>
        <w:ind w:firstLine="708"/>
        <w:rPr>
          <w:b/>
          <w:sz w:val="22"/>
          <w:szCs w:val="22"/>
        </w:rPr>
      </w:pPr>
      <w:r w:rsidRPr="00F774F6">
        <w:rPr>
          <w:b/>
          <w:sz w:val="22"/>
          <w:szCs w:val="22"/>
        </w:rPr>
        <w:sym w:font="Wingdings" w:char="F06F"/>
      </w:r>
      <w:r w:rsidRPr="00F774F6">
        <w:rPr>
          <w:b/>
          <w:sz w:val="22"/>
          <w:szCs w:val="22"/>
        </w:rPr>
        <w:t xml:space="preserve"> Salarié(e) à temps </w:t>
      </w:r>
      <w:r w:rsidR="00165EF9">
        <w:rPr>
          <w:b/>
          <w:sz w:val="22"/>
          <w:szCs w:val="22"/>
        </w:rPr>
        <w:t>variable</w:t>
      </w:r>
      <w:r w:rsidRPr="00F774F6">
        <w:rPr>
          <w:b/>
          <w:sz w:val="22"/>
          <w:szCs w:val="22"/>
        </w:rPr>
        <w:t xml:space="preserve"> sur l’opération FSE</w:t>
      </w:r>
    </w:p>
    <w:p w14:paraId="7B53CD00" w14:textId="32BDB1DE" w:rsidR="004E135E" w:rsidRPr="00077CDA" w:rsidRDefault="00B457C1" w:rsidP="004E135E">
      <w:pPr>
        <w:ind w:firstLine="708"/>
        <w:jc w:val="both"/>
        <w:rPr>
          <w:sz w:val="22"/>
          <w:szCs w:val="22"/>
        </w:rPr>
      </w:pPr>
      <w:r w:rsidRPr="00077CDA">
        <w:rPr>
          <w:sz w:val="22"/>
          <w:szCs w:val="22"/>
        </w:rPr>
        <w:t xml:space="preserve">L’agent effectue un temps de travail de </w:t>
      </w:r>
      <w:r w:rsidR="00165E65">
        <w:rPr>
          <w:sz w:val="22"/>
          <w:szCs w:val="22"/>
          <w:highlight w:val="yellow"/>
        </w:rPr>
        <w:t>X</w:t>
      </w:r>
      <w:r w:rsidR="00165E65" w:rsidRPr="003668D1">
        <w:rPr>
          <w:sz w:val="22"/>
          <w:szCs w:val="22"/>
        </w:rPr>
        <w:t xml:space="preserve"> ETP</w:t>
      </w:r>
      <w:r w:rsidR="00165E65">
        <w:rPr>
          <w:sz w:val="22"/>
          <w:szCs w:val="22"/>
        </w:rPr>
        <w:t xml:space="preserve"> soit </w:t>
      </w:r>
      <w:r w:rsidR="00165E65" w:rsidRPr="00165E65">
        <w:rPr>
          <w:sz w:val="22"/>
          <w:szCs w:val="22"/>
          <w:highlight w:val="yellow"/>
        </w:rPr>
        <w:t xml:space="preserve">X heures par </w:t>
      </w:r>
      <w:r w:rsidR="00165EF9">
        <w:rPr>
          <w:sz w:val="22"/>
          <w:szCs w:val="22"/>
        </w:rPr>
        <w:t>mois</w:t>
      </w:r>
      <w:r>
        <w:rPr>
          <w:sz w:val="22"/>
          <w:szCs w:val="22"/>
        </w:rPr>
        <w:t>.</w:t>
      </w:r>
      <w:r w:rsidR="004E135E" w:rsidRPr="004E135E">
        <w:rPr>
          <w:sz w:val="22"/>
          <w:szCs w:val="22"/>
        </w:rPr>
        <w:t xml:space="preserve"> </w:t>
      </w:r>
      <w:r w:rsidR="004E135E">
        <w:rPr>
          <w:sz w:val="22"/>
          <w:szCs w:val="22"/>
        </w:rPr>
        <w:t xml:space="preserve">Il en consacre </w:t>
      </w:r>
      <w:r w:rsidR="00AE7055" w:rsidRPr="00AE7055">
        <w:rPr>
          <w:sz w:val="22"/>
          <w:szCs w:val="22"/>
        </w:rPr>
        <w:t>environ</w:t>
      </w:r>
      <w:r w:rsidR="00AE7055">
        <w:rPr>
          <w:sz w:val="22"/>
          <w:szCs w:val="22"/>
        </w:rPr>
        <w:t xml:space="preserve"> </w:t>
      </w:r>
      <w:r w:rsidR="004E135E" w:rsidRPr="00D11390">
        <w:rPr>
          <w:sz w:val="22"/>
          <w:szCs w:val="22"/>
          <w:highlight w:val="yellow"/>
        </w:rPr>
        <w:t>…….</w:t>
      </w:r>
      <w:r w:rsidR="004E135E">
        <w:rPr>
          <w:sz w:val="22"/>
          <w:szCs w:val="22"/>
        </w:rPr>
        <w:t xml:space="preserve"> % </w:t>
      </w:r>
      <w:r w:rsidR="00AE7055">
        <w:rPr>
          <w:sz w:val="22"/>
          <w:szCs w:val="22"/>
        </w:rPr>
        <w:t xml:space="preserve">ou </w:t>
      </w:r>
      <w:r w:rsidR="00AE7055" w:rsidRPr="00D11390">
        <w:rPr>
          <w:sz w:val="22"/>
          <w:szCs w:val="22"/>
          <w:highlight w:val="yellow"/>
        </w:rPr>
        <w:t>…….</w:t>
      </w:r>
      <w:r w:rsidR="00AE7055">
        <w:rPr>
          <w:sz w:val="22"/>
          <w:szCs w:val="22"/>
        </w:rPr>
        <w:t xml:space="preserve"> </w:t>
      </w:r>
      <w:proofErr w:type="gramStart"/>
      <w:r w:rsidR="00AE7055">
        <w:rPr>
          <w:sz w:val="22"/>
          <w:szCs w:val="22"/>
        </w:rPr>
        <w:t>heures</w:t>
      </w:r>
      <w:proofErr w:type="gramEnd"/>
      <w:r w:rsidR="00AE7055">
        <w:rPr>
          <w:sz w:val="22"/>
          <w:szCs w:val="22"/>
        </w:rPr>
        <w:t xml:space="preserve"> </w:t>
      </w:r>
      <w:r w:rsidR="004E135E">
        <w:rPr>
          <w:sz w:val="22"/>
          <w:szCs w:val="22"/>
        </w:rPr>
        <w:t>à l’opération.</w:t>
      </w:r>
      <w:r w:rsidR="0032624F">
        <w:rPr>
          <w:sz w:val="22"/>
          <w:szCs w:val="22"/>
        </w:rPr>
        <w:t xml:space="preserve"> </w:t>
      </w:r>
      <w:r w:rsidR="00AE7055">
        <w:rPr>
          <w:sz w:val="22"/>
          <w:szCs w:val="22"/>
        </w:rPr>
        <w:t xml:space="preserve">Ce nombre peut </w:t>
      </w:r>
      <w:proofErr w:type="gramStart"/>
      <w:r w:rsidR="00AE7055">
        <w:rPr>
          <w:sz w:val="22"/>
          <w:szCs w:val="22"/>
        </w:rPr>
        <w:t>varié</w:t>
      </w:r>
      <w:proofErr w:type="gramEnd"/>
      <w:r w:rsidR="00AE7055">
        <w:rPr>
          <w:sz w:val="22"/>
          <w:szCs w:val="22"/>
        </w:rPr>
        <w:t xml:space="preserve"> sur l’année.</w:t>
      </w:r>
    </w:p>
    <w:p w14:paraId="58EC69C4" w14:textId="77777777" w:rsidR="00B457C1" w:rsidRDefault="004E135E" w:rsidP="0072622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 w:rsidR="00B457C1" w:rsidRPr="00077CDA">
        <w:rPr>
          <w:sz w:val="22"/>
          <w:szCs w:val="22"/>
        </w:rPr>
        <w:t xml:space="preserve"> est affecté sur l’opération du </w:t>
      </w:r>
      <w:r w:rsidR="00B457C1" w:rsidRPr="00077CDA">
        <w:rPr>
          <w:sz w:val="22"/>
          <w:szCs w:val="22"/>
          <w:highlight w:val="yellow"/>
        </w:rPr>
        <w:t>…………… au …………</w:t>
      </w:r>
      <w:proofErr w:type="gramStart"/>
      <w:r w:rsidR="00B457C1" w:rsidRPr="00077CDA">
        <w:rPr>
          <w:sz w:val="22"/>
          <w:szCs w:val="22"/>
          <w:highlight w:val="yellow"/>
        </w:rPr>
        <w:t>…….</w:t>
      </w:r>
      <w:proofErr w:type="gramEnd"/>
      <w:r w:rsidR="00B457C1" w:rsidRPr="00077CDA">
        <w:rPr>
          <w:sz w:val="22"/>
          <w:szCs w:val="22"/>
          <w:highlight w:val="yellow"/>
        </w:rPr>
        <w:t>.</w:t>
      </w:r>
    </w:p>
    <w:p w14:paraId="00A26C48" w14:textId="2F52128A" w:rsidR="00B457C1" w:rsidRPr="00E91B47" w:rsidRDefault="00726224" w:rsidP="00EB71C8">
      <w:pPr>
        <w:pStyle w:val="Paragraphedeliste"/>
        <w:numPr>
          <w:ilvl w:val="0"/>
          <w:numId w:val="4"/>
        </w:numPr>
        <w:rPr>
          <w:b/>
        </w:rPr>
      </w:pPr>
      <w:r w:rsidRPr="00E91B47">
        <w:rPr>
          <w:b/>
        </w:rPr>
        <w:t>Pièces justificatives obligatoires :</w:t>
      </w:r>
      <w:r w:rsidR="00E91B47" w:rsidRPr="00E91B47">
        <w:rPr>
          <w:b/>
        </w:rPr>
        <w:t xml:space="preserve"> </w:t>
      </w:r>
      <w:r w:rsidRPr="00E91B47">
        <w:rPr>
          <w:b/>
        </w:rPr>
        <w:t>F</w:t>
      </w:r>
      <w:r w:rsidR="00B457C1" w:rsidRPr="00E91B47">
        <w:rPr>
          <w:b/>
        </w:rPr>
        <w:t>iches de suivi des temps détaillées par jour ou par demi-journée datées et signées de façon hebdomadaire ou à minima mensuellement par la personne rémunérée et son supérieur hiérarchique</w:t>
      </w:r>
      <w:r w:rsidR="0032624F">
        <w:rPr>
          <w:b/>
        </w:rPr>
        <w:t>,</w:t>
      </w:r>
      <w:r w:rsidR="00165EF9">
        <w:rPr>
          <w:b/>
        </w:rPr>
        <w:t xml:space="preserve"> </w:t>
      </w:r>
      <w:r w:rsidR="00165EF9" w:rsidRPr="00165EF9">
        <w:rPr>
          <w:b/>
        </w:rPr>
        <w:t>ou des extraits de logiciel de gestion de temps permettant de tracer le temps dédié à l'opération. La date de signature d’une fiche de temps du mois n peut intervenir au début du mois n+1.</w:t>
      </w:r>
    </w:p>
    <w:p w14:paraId="7220C518" w14:textId="4F0E139A" w:rsidR="004B1EA5" w:rsidRDefault="004B1EA5" w:rsidP="00196D01">
      <w:pPr>
        <w:jc w:val="both"/>
        <w:rPr>
          <w:sz w:val="22"/>
          <w:szCs w:val="22"/>
        </w:rPr>
      </w:pPr>
    </w:p>
    <w:p w14:paraId="2C863BF5" w14:textId="77777777" w:rsidR="00B457C1" w:rsidRDefault="00B457C1" w:rsidP="00196D01">
      <w:pPr>
        <w:jc w:val="both"/>
        <w:rPr>
          <w:sz w:val="22"/>
          <w:szCs w:val="22"/>
        </w:rPr>
      </w:pPr>
    </w:p>
    <w:p w14:paraId="34B6E6D1" w14:textId="77777777" w:rsidR="004B1EA5" w:rsidRPr="00077CDA" w:rsidRDefault="004B1EA5" w:rsidP="00196D01">
      <w:pPr>
        <w:jc w:val="both"/>
        <w:rPr>
          <w:sz w:val="22"/>
          <w:szCs w:val="22"/>
        </w:rPr>
      </w:pPr>
    </w:p>
    <w:p w14:paraId="67C1BE55" w14:textId="77777777" w:rsidR="00F46B45" w:rsidRDefault="00F46B45" w:rsidP="00196D01">
      <w:pPr>
        <w:jc w:val="both"/>
        <w:rPr>
          <w:sz w:val="22"/>
          <w:szCs w:val="22"/>
        </w:rPr>
        <w:sectPr w:rsidR="00F46B45" w:rsidSect="00B457C1">
          <w:pgSz w:w="11906" w:h="16838"/>
          <w:pgMar w:top="426" w:right="1133" w:bottom="567" w:left="1560" w:header="720" w:footer="720" w:gutter="0"/>
          <w:cols w:space="720"/>
        </w:sectPr>
      </w:pPr>
    </w:p>
    <w:p w14:paraId="0EAFBDFD" w14:textId="77777777" w:rsidR="004B1EA5" w:rsidRPr="00077CDA" w:rsidRDefault="00B457C1" w:rsidP="00196D01">
      <w:pPr>
        <w:jc w:val="both"/>
        <w:rPr>
          <w:sz w:val="22"/>
          <w:szCs w:val="22"/>
        </w:rPr>
      </w:pPr>
      <w:r>
        <w:rPr>
          <w:sz w:val="22"/>
          <w:szCs w:val="22"/>
        </w:rPr>
        <w:t>Date</w:t>
      </w:r>
    </w:p>
    <w:p w14:paraId="07185719" w14:textId="77777777" w:rsidR="004B1EA5" w:rsidRPr="00077CDA" w:rsidRDefault="00077CDA" w:rsidP="00196D01">
      <w:pPr>
        <w:jc w:val="both"/>
        <w:rPr>
          <w:sz w:val="22"/>
          <w:szCs w:val="22"/>
        </w:rPr>
      </w:pPr>
      <w:r w:rsidRPr="00F46B45">
        <w:rPr>
          <w:b/>
          <w:sz w:val="22"/>
          <w:szCs w:val="22"/>
        </w:rPr>
        <w:t>N</w:t>
      </w:r>
      <w:r w:rsidR="00B457C1" w:rsidRPr="00F46B45">
        <w:rPr>
          <w:b/>
          <w:sz w:val="22"/>
          <w:szCs w:val="22"/>
        </w:rPr>
        <w:t xml:space="preserve">om, </w:t>
      </w:r>
      <w:r w:rsidRPr="00F46B45">
        <w:rPr>
          <w:b/>
          <w:sz w:val="22"/>
          <w:szCs w:val="22"/>
        </w:rPr>
        <w:t>prénom, fonction et s</w:t>
      </w:r>
      <w:r w:rsidR="004B1EA5" w:rsidRPr="00F46B45">
        <w:rPr>
          <w:b/>
          <w:sz w:val="22"/>
          <w:szCs w:val="22"/>
        </w:rPr>
        <w:t>ignature</w:t>
      </w:r>
      <w:r w:rsidR="004B1EA5" w:rsidRPr="00077CDA">
        <w:rPr>
          <w:sz w:val="22"/>
          <w:szCs w:val="22"/>
        </w:rPr>
        <w:t xml:space="preserve"> </w:t>
      </w:r>
      <w:r w:rsidR="004B1EA5" w:rsidRPr="00F46B45">
        <w:rPr>
          <w:b/>
          <w:sz w:val="22"/>
          <w:szCs w:val="22"/>
        </w:rPr>
        <w:t>du responsable hiérarchique</w:t>
      </w:r>
    </w:p>
    <w:p w14:paraId="4BD218CC" w14:textId="77777777" w:rsidR="00F46B45" w:rsidRDefault="00F46B45" w:rsidP="00196D01">
      <w:pPr>
        <w:jc w:val="both"/>
        <w:rPr>
          <w:sz w:val="22"/>
          <w:szCs w:val="22"/>
        </w:rPr>
      </w:pPr>
    </w:p>
    <w:p w14:paraId="560E2539" w14:textId="77777777" w:rsidR="00F46B45" w:rsidRDefault="00F46B45" w:rsidP="00196D01">
      <w:pPr>
        <w:jc w:val="both"/>
        <w:rPr>
          <w:sz w:val="22"/>
          <w:szCs w:val="22"/>
        </w:rPr>
      </w:pPr>
    </w:p>
    <w:p w14:paraId="77B6D0BF" w14:textId="77777777" w:rsidR="00F46B45" w:rsidRDefault="00F46B45" w:rsidP="00196D01">
      <w:pPr>
        <w:jc w:val="both"/>
        <w:rPr>
          <w:sz w:val="22"/>
          <w:szCs w:val="22"/>
        </w:rPr>
      </w:pPr>
    </w:p>
    <w:p w14:paraId="3B7335CF" w14:textId="77777777" w:rsidR="00F46B45" w:rsidRDefault="00F46B45" w:rsidP="00196D01">
      <w:pPr>
        <w:jc w:val="both"/>
        <w:rPr>
          <w:sz w:val="22"/>
          <w:szCs w:val="22"/>
        </w:rPr>
      </w:pPr>
    </w:p>
    <w:p w14:paraId="4DE41AF1" w14:textId="77777777" w:rsidR="004B1EA5" w:rsidRPr="00077CDA" w:rsidRDefault="00077CDA" w:rsidP="00196D01">
      <w:pPr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B457C1">
        <w:rPr>
          <w:sz w:val="22"/>
          <w:szCs w:val="22"/>
        </w:rPr>
        <w:t>ate de la notification</w:t>
      </w:r>
    </w:p>
    <w:p w14:paraId="42EA7A19" w14:textId="77777777" w:rsidR="00F46B45" w:rsidRDefault="00077CDA" w:rsidP="00196D01">
      <w:pPr>
        <w:jc w:val="both"/>
        <w:rPr>
          <w:b/>
          <w:sz w:val="22"/>
          <w:szCs w:val="22"/>
        </w:rPr>
      </w:pPr>
      <w:r w:rsidRPr="00F46B45">
        <w:rPr>
          <w:b/>
          <w:sz w:val="22"/>
          <w:szCs w:val="22"/>
        </w:rPr>
        <w:t>N</w:t>
      </w:r>
      <w:r w:rsidR="00B457C1" w:rsidRPr="00F46B45">
        <w:rPr>
          <w:b/>
          <w:sz w:val="22"/>
          <w:szCs w:val="22"/>
        </w:rPr>
        <w:t>om,</w:t>
      </w:r>
      <w:r w:rsidRPr="00F46B45">
        <w:rPr>
          <w:b/>
          <w:sz w:val="22"/>
          <w:szCs w:val="22"/>
        </w:rPr>
        <w:t xml:space="preserve"> prénom et</w:t>
      </w:r>
      <w:r w:rsidR="004B1EA5" w:rsidRPr="00F46B45">
        <w:rPr>
          <w:b/>
          <w:sz w:val="22"/>
          <w:szCs w:val="22"/>
        </w:rPr>
        <w:t xml:space="preserve"> signature d</w:t>
      </w:r>
      <w:r w:rsidR="00B457C1" w:rsidRPr="00F46B45">
        <w:rPr>
          <w:b/>
          <w:sz w:val="22"/>
          <w:szCs w:val="22"/>
        </w:rPr>
        <w:t>u ou de salarié(e)</w:t>
      </w:r>
      <w:r w:rsidR="004B1EA5" w:rsidRPr="00F46B45">
        <w:rPr>
          <w:b/>
          <w:sz w:val="22"/>
          <w:szCs w:val="22"/>
        </w:rPr>
        <w:t xml:space="preserve"> </w:t>
      </w:r>
    </w:p>
    <w:p w14:paraId="385AF629" w14:textId="77777777" w:rsidR="00F46B45" w:rsidRDefault="00F46B45" w:rsidP="00196D01">
      <w:pPr>
        <w:jc w:val="both"/>
        <w:rPr>
          <w:b/>
          <w:sz w:val="22"/>
          <w:szCs w:val="22"/>
        </w:rPr>
      </w:pPr>
    </w:p>
    <w:p w14:paraId="14A25E03" w14:textId="77777777" w:rsidR="004B1EA5" w:rsidRPr="00077CDA" w:rsidRDefault="00F46B45" w:rsidP="00196D01">
      <w:pPr>
        <w:jc w:val="both"/>
        <w:rPr>
          <w:sz w:val="22"/>
          <w:szCs w:val="22"/>
        </w:rPr>
      </w:pPr>
      <w:r w:rsidRPr="00F46B45">
        <w:rPr>
          <w:i/>
          <w:color w:val="FF0000"/>
          <w:sz w:val="22"/>
          <w:szCs w:val="22"/>
        </w:rPr>
        <w:t>Les 2 signatures sont impératives</w:t>
      </w:r>
      <w:r>
        <w:rPr>
          <w:i/>
          <w:color w:val="FF0000"/>
          <w:sz w:val="22"/>
          <w:szCs w:val="22"/>
        </w:rPr>
        <w:t>.</w:t>
      </w:r>
    </w:p>
    <w:p w14:paraId="33FD47C5" w14:textId="77777777" w:rsidR="000814FE" w:rsidRPr="00F46B45" w:rsidRDefault="00F46B45" w:rsidP="00196D01">
      <w:pPr>
        <w:jc w:val="both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+ </w:t>
      </w:r>
      <w:r w:rsidR="000814FE" w:rsidRPr="00F46B45">
        <w:rPr>
          <w:i/>
          <w:color w:val="FF0000"/>
          <w:sz w:val="22"/>
          <w:szCs w:val="22"/>
        </w:rPr>
        <w:t>TAMPON de la structure</w:t>
      </w:r>
    </w:p>
    <w:sectPr w:rsidR="000814FE" w:rsidRPr="00F46B45" w:rsidSect="00F46B45">
      <w:type w:val="continuous"/>
      <w:pgSz w:w="11906" w:h="16838"/>
      <w:pgMar w:top="426" w:right="1133" w:bottom="567" w:left="156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CF93A" w14:textId="77777777" w:rsidR="00165EF9" w:rsidRDefault="00165EF9">
      <w:r>
        <w:separator/>
      </w:r>
    </w:p>
  </w:endnote>
  <w:endnote w:type="continuationSeparator" w:id="0">
    <w:p w14:paraId="7F4AB10C" w14:textId="77777777" w:rsidR="00165EF9" w:rsidRDefault="0016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FF574" w14:textId="77777777" w:rsidR="00165EF9" w:rsidRDefault="00165EF9">
      <w:r>
        <w:separator/>
      </w:r>
    </w:p>
  </w:footnote>
  <w:footnote w:type="continuationSeparator" w:id="0">
    <w:p w14:paraId="4513993B" w14:textId="77777777" w:rsidR="00165EF9" w:rsidRDefault="00165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A76E6"/>
    <w:multiLevelType w:val="hybridMultilevel"/>
    <w:tmpl w:val="AB5687AE"/>
    <w:lvl w:ilvl="0" w:tplc="AA1C82B6">
      <w:start w:val="1"/>
      <w:numFmt w:val="bullet"/>
      <w:lvlText w:val="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06131"/>
    <w:multiLevelType w:val="hybridMultilevel"/>
    <w:tmpl w:val="52D669CE"/>
    <w:lvl w:ilvl="0" w:tplc="E0DC1B6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CEC078B"/>
    <w:multiLevelType w:val="hybridMultilevel"/>
    <w:tmpl w:val="1F5EE05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F6755"/>
    <w:multiLevelType w:val="hybridMultilevel"/>
    <w:tmpl w:val="C5083E70"/>
    <w:lvl w:ilvl="0" w:tplc="72CC9F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B524238"/>
    <w:multiLevelType w:val="hybridMultilevel"/>
    <w:tmpl w:val="41F00EB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E2E4F"/>
    <w:multiLevelType w:val="hybridMultilevel"/>
    <w:tmpl w:val="76D8A2C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5992"/>
    <w:multiLevelType w:val="hybridMultilevel"/>
    <w:tmpl w:val="392C9532"/>
    <w:lvl w:ilvl="0" w:tplc="26AE50A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F9"/>
    <w:rsid w:val="0000600C"/>
    <w:rsid w:val="00023BFC"/>
    <w:rsid w:val="00023FE8"/>
    <w:rsid w:val="00027AA3"/>
    <w:rsid w:val="00031802"/>
    <w:rsid w:val="000604DB"/>
    <w:rsid w:val="00077CDA"/>
    <w:rsid w:val="000814FE"/>
    <w:rsid w:val="000B2F2F"/>
    <w:rsid w:val="000B39CB"/>
    <w:rsid w:val="000B7E6B"/>
    <w:rsid w:val="000C0539"/>
    <w:rsid w:val="000C3F5D"/>
    <w:rsid w:val="000D03E1"/>
    <w:rsid w:val="000D3C45"/>
    <w:rsid w:val="000D672C"/>
    <w:rsid w:val="000E3BAD"/>
    <w:rsid w:val="000F0058"/>
    <w:rsid w:val="000F13CA"/>
    <w:rsid w:val="000F4027"/>
    <w:rsid w:val="0012248F"/>
    <w:rsid w:val="00143CB0"/>
    <w:rsid w:val="00165E65"/>
    <w:rsid w:val="00165EF9"/>
    <w:rsid w:val="00171280"/>
    <w:rsid w:val="001807C6"/>
    <w:rsid w:val="00196D01"/>
    <w:rsid w:val="001A6665"/>
    <w:rsid w:val="001C26DF"/>
    <w:rsid w:val="001E761F"/>
    <w:rsid w:val="00202DAC"/>
    <w:rsid w:val="00213D0C"/>
    <w:rsid w:val="00216021"/>
    <w:rsid w:val="00245FDC"/>
    <w:rsid w:val="0027033B"/>
    <w:rsid w:val="00280553"/>
    <w:rsid w:val="00281F57"/>
    <w:rsid w:val="00290410"/>
    <w:rsid w:val="002A2C37"/>
    <w:rsid w:val="002B25A9"/>
    <w:rsid w:val="002C097E"/>
    <w:rsid w:val="002C46BA"/>
    <w:rsid w:val="002C7F71"/>
    <w:rsid w:val="002D5478"/>
    <w:rsid w:val="002E7559"/>
    <w:rsid w:val="002F154E"/>
    <w:rsid w:val="002F7326"/>
    <w:rsid w:val="00324A33"/>
    <w:rsid w:val="0032624F"/>
    <w:rsid w:val="0033197C"/>
    <w:rsid w:val="00346AB2"/>
    <w:rsid w:val="00352247"/>
    <w:rsid w:val="003668D1"/>
    <w:rsid w:val="00387932"/>
    <w:rsid w:val="003A267E"/>
    <w:rsid w:val="003B2FF7"/>
    <w:rsid w:val="003B5B39"/>
    <w:rsid w:val="003D3F15"/>
    <w:rsid w:val="00403D9A"/>
    <w:rsid w:val="00405540"/>
    <w:rsid w:val="00423958"/>
    <w:rsid w:val="004260D9"/>
    <w:rsid w:val="004339B7"/>
    <w:rsid w:val="00437B25"/>
    <w:rsid w:val="004539C4"/>
    <w:rsid w:val="00457E84"/>
    <w:rsid w:val="004609EF"/>
    <w:rsid w:val="00471110"/>
    <w:rsid w:val="004808C3"/>
    <w:rsid w:val="00490EBF"/>
    <w:rsid w:val="004A0B85"/>
    <w:rsid w:val="004B1EA5"/>
    <w:rsid w:val="004B6BAF"/>
    <w:rsid w:val="004D2D3B"/>
    <w:rsid w:val="004E135E"/>
    <w:rsid w:val="004F032E"/>
    <w:rsid w:val="00504C23"/>
    <w:rsid w:val="00520659"/>
    <w:rsid w:val="00536349"/>
    <w:rsid w:val="00537EFB"/>
    <w:rsid w:val="00554FB8"/>
    <w:rsid w:val="00572BD9"/>
    <w:rsid w:val="005745E8"/>
    <w:rsid w:val="005865E3"/>
    <w:rsid w:val="00596528"/>
    <w:rsid w:val="005A0AF4"/>
    <w:rsid w:val="005B4257"/>
    <w:rsid w:val="005D0752"/>
    <w:rsid w:val="005D70E3"/>
    <w:rsid w:val="005E6797"/>
    <w:rsid w:val="0060267B"/>
    <w:rsid w:val="00625136"/>
    <w:rsid w:val="00635FA4"/>
    <w:rsid w:val="00644A40"/>
    <w:rsid w:val="006757F6"/>
    <w:rsid w:val="00676D97"/>
    <w:rsid w:val="00696A1B"/>
    <w:rsid w:val="006B0A36"/>
    <w:rsid w:val="006D0D30"/>
    <w:rsid w:val="006D72DC"/>
    <w:rsid w:val="006E4367"/>
    <w:rsid w:val="007004FE"/>
    <w:rsid w:val="007112A9"/>
    <w:rsid w:val="007173A9"/>
    <w:rsid w:val="00726224"/>
    <w:rsid w:val="007406AB"/>
    <w:rsid w:val="0074403A"/>
    <w:rsid w:val="00753C5C"/>
    <w:rsid w:val="00754B62"/>
    <w:rsid w:val="00763E05"/>
    <w:rsid w:val="00771DDC"/>
    <w:rsid w:val="00781DB6"/>
    <w:rsid w:val="007925FE"/>
    <w:rsid w:val="00797C11"/>
    <w:rsid w:val="007B0173"/>
    <w:rsid w:val="007B1A61"/>
    <w:rsid w:val="007C3827"/>
    <w:rsid w:val="007D58D0"/>
    <w:rsid w:val="007E1FFA"/>
    <w:rsid w:val="007F53B2"/>
    <w:rsid w:val="0081774C"/>
    <w:rsid w:val="00824477"/>
    <w:rsid w:val="00826C8E"/>
    <w:rsid w:val="00845C9E"/>
    <w:rsid w:val="008706FB"/>
    <w:rsid w:val="008774BC"/>
    <w:rsid w:val="00887900"/>
    <w:rsid w:val="008F77D3"/>
    <w:rsid w:val="009175E0"/>
    <w:rsid w:val="00922AC3"/>
    <w:rsid w:val="009403CA"/>
    <w:rsid w:val="00946B97"/>
    <w:rsid w:val="0095133F"/>
    <w:rsid w:val="00961605"/>
    <w:rsid w:val="00974CAB"/>
    <w:rsid w:val="00977823"/>
    <w:rsid w:val="00991513"/>
    <w:rsid w:val="00994094"/>
    <w:rsid w:val="009B03C8"/>
    <w:rsid w:val="009B16B2"/>
    <w:rsid w:val="009B4FAD"/>
    <w:rsid w:val="009B6686"/>
    <w:rsid w:val="009C00E3"/>
    <w:rsid w:val="00A12DC5"/>
    <w:rsid w:val="00A374E1"/>
    <w:rsid w:val="00A501A4"/>
    <w:rsid w:val="00A5021C"/>
    <w:rsid w:val="00A56C24"/>
    <w:rsid w:val="00A6581F"/>
    <w:rsid w:val="00A6786B"/>
    <w:rsid w:val="00A82139"/>
    <w:rsid w:val="00A8309F"/>
    <w:rsid w:val="00A832E9"/>
    <w:rsid w:val="00AA0CD1"/>
    <w:rsid w:val="00AB365F"/>
    <w:rsid w:val="00AC6EFC"/>
    <w:rsid w:val="00AE5941"/>
    <w:rsid w:val="00AE7055"/>
    <w:rsid w:val="00AF19A6"/>
    <w:rsid w:val="00AF74F8"/>
    <w:rsid w:val="00B026F8"/>
    <w:rsid w:val="00B03AC5"/>
    <w:rsid w:val="00B16678"/>
    <w:rsid w:val="00B17F7C"/>
    <w:rsid w:val="00B21F37"/>
    <w:rsid w:val="00B22C80"/>
    <w:rsid w:val="00B22F76"/>
    <w:rsid w:val="00B23A7D"/>
    <w:rsid w:val="00B33F11"/>
    <w:rsid w:val="00B457C1"/>
    <w:rsid w:val="00B55AAE"/>
    <w:rsid w:val="00B56A8B"/>
    <w:rsid w:val="00B6426C"/>
    <w:rsid w:val="00B6545D"/>
    <w:rsid w:val="00B73901"/>
    <w:rsid w:val="00B73CD1"/>
    <w:rsid w:val="00B76652"/>
    <w:rsid w:val="00B82B55"/>
    <w:rsid w:val="00B91403"/>
    <w:rsid w:val="00BC6F75"/>
    <w:rsid w:val="00BE0EA5"/>
    <w:rsid w:val="00BE7AAD"/>
    <w:rsid w:val="00BF264C"/>
    <w:rsid w:val="00C0733B"/>
    <w:rsid w:val="00C12080"/>
    <w:rsid w:val="00C216D8"/>
    <w:rsid w:val="00C300A7"/>
    <w:rsid w:val="00C421F8"/>
    <w:rsid w:val="00C64478"/>
    <w:rsid w:val="00C72A42"/>
    <w:rsid w:val="00C87F82"/>
    <w:rsid w:val="00C94922"/>
    <w:rsid w:val="00CB00EA"/>
    <w:rsid w:val="00CC4192"/>
    <w:rsid w:val="00CF5F67"/>
    <w:rsid w:val="00D11390"/>
    <w:rsid w:val="00D14815"/>
    <w:rsid w:val="00D253A6"/>
    <w:rsid w:val="00D34EAF"/>
    <w:rsid w:val="00D37117"/>
    <w:rsid w:val="00D6170E"/>
    <w:rsid w:val="00D90F45"/>
    <w:rsid w:val="00DA54DF"/>
    <w:rsid w:val="00DB1EB7"/>
    <w:rsid w:val="00DB30E7"/>
    <w:rsid w:val="00DC2F23"/>
    <w:rsid w:val="00DE2E4D"/>
    <w:rsid w:val="00E3736E"/>
    <w:rsid w:val="00E374FE"/>
    <w:rsid w:val="00E500A5"/>
    <w:rsid w:val="00E51220"/>
    <w:rsid w:val="00E605A6"/>
    <w:rsid w:val="00E900A1"/>
    <w:rsid w:val="00E91B47"/>
    <w:rsid w:val="00E946C7"/>
    <w:rsid w:val="00E9537B"/>
    <w:rsid w:val="00E97ACC"/>
    <w:rsid w:val="00ED6476"/>
    <w:rsid w:val="00EE42D8"/>
    <w:rsid w:val="00EE6998"/>
    <w:rsid w:val="00EF7141"/>
    <w:rsid w:val="00F04AD3"/>
    <w:rsid w:val="00F25111"/>
    <w:rsid w:val="00F30B30"/>
    <w:rsid w:val="00F41F5C"/>
    <w:rsid w:val="00F4526C"/>
    <w:rsid w:val="00F46B45"/>
    <w:rsid w:val="00F47D51"/>
    <w:rsid w:val="00F5596F"/>
    <w:rsid w:val="00F76183"/>
    <w:rsid w:val="00F774F6"/>
    <w:rsid w:val="00F97E7D"/>
    <w:rsid w:val="00FB3B14"/>
    <w:rsid w:val="00FB7FBB"/>
    <w:rsid w:val="00FD1CEA"/>
    <w:rsid w:val="00FD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8FB903"/>
  <w15:docId w15:val="{145ACA8D-89B7-419D-8237-8988D53D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45D"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B6545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uiPriority w:val="99"/>
    <w:rsid w:val="00B6545D"/>
    <w:pPr>
      <w:overflowPunct/>
      <w:autoSpaceDE/>
      <w:autoSpaceDN/>
      <w:adjustRightInd/>
      <w:ind w:left="720"/>
      <w:textAlignment w:val="auto"/>
    </w:pPr>
    <w:rPr>
      <w:rFonts w:ascii="Calibri" w:hAnsi="Calibri" w:cs="Calibri"/>
      <w:sz w:val="22"/>
      <w:szCs w:val="22"/>
      <w:lang w:eastAsia="ko-KR"/>
    </w:rPr>
  </w:style>
  <w:style w:type="paragraph" w:styleId="En-tte">
    <w:name w:val="header"/>
    <w:basedOn w:val="Normal"/>
    <w:link w:val="En-tteCar"/>
    <w:uiPriority w:val="99"/>
    <w:rsid w:val="00C0733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locked/>
    <w:rsid w:val="002F7326"/>
    <w:rPr>
      <w:rFonts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C073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290410"/>
    <w:rPr>
      <w:rFonts w:cs="Times New Roman"/>
      <w:sz w:val="20"/>
      <w:szCs w:val="20"/>
    </w:rPr>
  </w:style>
  <w:style w:type="character" w:styleId="Numrodepage">
    <w:name w:val="page number"/>
    <w:uiPriority w:val="99"/>
    <w:rsid w:val="002F732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0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B00E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45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6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9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2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2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1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5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1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6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6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2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03_Missions\05_UEFP\01_FSE\FSE_21-27\04-Docutheque\4.Modeles\1.%20DDE_SUBV\modele_LETTRE%20DE%20MISSION_mars2024_v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67F10-A2D0-4C4E-BAFE-5392E351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modele_LETTRE DE MISSION_mars2024_v1</Template>
  <TotalTime>15</TotalTime>
  <Pages>1</Pages>
  <Words>351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NATURE DE LA REUNION</vt:lpstr>
    </vt:vector>
  </TitlesOfParts>
  <Company>cg49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DE LA REUNION</dc:title>
  <dc:subject/>
  <dc:creator>descombes, gabrielle</dc:creator>
  <cp:keywords/>
  <dc:description/>
  <cp:lastModifiedBy>descombes, gabrielle</cp:lastModifiedBy>
  <cp:revision>2</cp:revision>
  <cp:lastPrinted>2019-09-04T09:21:00Z</cp:lastPrinted>
  <dcterms:created xsi:type="dcterms:W3CDTF">2025-11-24T15:11:00Z</dcterms:created>
  <dcterms:modified xsi:type="dcterms:W3CDTF">2025-11-24T15:27:00Z</dcterms:modified>
</cp:coreProperties>
</file>